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2E636" w14:textId="77ABE535" w:rsidR="004A0232" w:rsidRDefault="004A0232" w:rsidP="004A0232">
      <w:pPr>
        <w:spacing w:after="0" w:line="240" w:lineRule="auto"/>
        <w:jc w:val="both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ALLEGATO </w:t>
      </w:r>
      <w:r w:rsidR="00A4485A">
        <w:rPr>
          <w:rFonts w:ascii="Calibri" w:eastAsia="Times New Roman" w:hAnsi="Calibri" w:cs="Times New Roman"/>
          <w:bCs/>
          <w:sz w:val="36"/>
          <w:szCs w:val="36"/>
          <w:lang w:eastAsia="it-IT"/>
        </w:rPr>
        <w:t>N</w:t>
      </w: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: DICHIARAZIONE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SITUAZIONE</w:t>
      </w: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OCCUPAZIONALE</w:t>
      </w:r>
    </w:p>
    <w:p w14:paraId="5A46DB41" w14:textId="17F5FE66" w:rsidR="004A0232" w:rsidRPr="004A0232" w:rsidRDefault="004A0232" w:rsidP="004A0232">
      <w:pPr>
        <w:spacing w:after="0" w:line="240" w:lineRule="auto"/>
        <w:jc w:val="both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(ai sensi dell’art. 47 della legge 108/2021)</w:t>
      </w:r>
    </w:p>
    <w:p w14:paraId="79866561" w14:textId="77777777" w:rsidR="004A0232" w:rsidRPr="004A0232" w:rsidRDefault="004A0232" w:rsidP="004A0232">
      <w:pPr>
        <w:spacing w:after="0" w:line="240" w:lineRule="auto"/>
        <w:jc w:val="both"/>
        <w:rPr>
          <w:rFonts w:ascii="Calibri" w:eastAsia="Times New Roman" w:hAnsi="Calibri" w:cs="Times New Roman"/>
          <w:caps/>
          <w:sz w:val="20"/>
          <w:szCs w:val="20"/>
          <w:lang w:eastAsia="it-IT"/>
        </w:rPr>
      </w:pP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</w:p>
    <w:p w14:paraId="33EC2A2F" w14:textId="77777777" w:rsidR="004A0232" w:rsidRPr="004A0232" w:rsidRDefault="004A0232" w:rsidP="004A023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</w:pPr>
    </w:p>
    <w:p w14:paraId="061B0EF1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Il sottoscritto……….....…………………………………………………….………....    nato a ……….………..…………………..</w:t>
      </w:r>
    </w:p>
    <w:p w14:paraId="5718DA10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il   ……..…................… C.F. ……………………………………… residente a ……..…………..………. Prov. .................</w:t>
      </w:r>
    </w:p>
    <w:p w14:paraId="6F727F96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Via  ..………………………….............................................................. n. ................... CAP  …………………………</w:t>
      </w:r>
    </w:p>
    <w:p w14:paraId="16958D4A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nella sua qualità di ………………………………………………………..…….…………………………………………………………..</w:t>
      </w:r>
    </w:p>
    <w:p w14:paraId="025A03AA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(</w:t>
      </w:r>
      <w:r w:rsidRPr="004A0232">
        <w:rPr>
          <w:rFonts w:ascii="Calibri" w:eastAsia="Times New Roman" w:hAnsi="Calibri" w:cs="Times New Roman"/>
          <w:i/>
          <w:sz w:val="24"/>
          <w:szCs w:val="24"/>
          <w:lang w:eastAsia="it-IT"/>
        </w:rPr>
        <w:t>se procuratore allegare copia della relativa procura notarile - generale o speciale - o altro documento da cui evincere i poteri di rappresentanza</w:t>
      </w: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)</w:t>
      </w:r>
    </w:p>
    <w:p w14:paraId="524B3193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dell’impresa……………………………………………………………………………………………………….……..........................</w:t>
      </w:r>
    </w:p>
    <w:p w14:paraId="29B9C3AD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con sede legale in Via …………………………………………………………..…….............................… n. ...................</w:t>
      </w:r>
    </w:p>
    <w:p w14:paraId="56948436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CAP ....................... Città ............................................................................................... Prov. …...........</w:t>
      </w:r>
    </w:p>
    <w:p w14:paraId="1AA0E695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Cod. Fiscale Impresa ……………………………………………………………………………….……………………………………...</w:t>
      </w:r>
    </w:p>
    <w:p w14:paraId="29BAA93D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P. IVA (se diversa dal cod. fiscale) ………………………………………………………………………………………..………….</w:t>
      </w:r>
    </w:p>
    <w:p w14:paraId="78FB4B18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tel. ...…………………………….........................……….…... Fax .....……………………………………………………………….</w:t>
      </w:r>
    </w:p>
    <w:p w14:paraId="16038764" w14:textId="5B7CD1ED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  <w:r w:rsidRPr="004A0232">
        <w:rPr>
          <w:rFonts w:ascii="Calibri" w:hAnsi="Calibri"/>
        </w:rPr>
        <w:t>e-mail…………………………………………......... PEC…………………………………………………………………………………….</w:t>
      </w:r>
    </w:p>
    <w:p w14:paraId="2CA162A3" w14:textId="532D5988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14:paraId="0DD0A561" w14:textId="3C7AEF51" w:rsidR="004A0232" w:rsidRPr="004A0232" w:rsidRDefault="004A0232" w:rsidP="004A0232">
      <w:pPr>
        <w:pStyle w:val="NormaleWeb"/>
        <w:spacing w:before="0" w:beforeAutospacing="0" w:after="0" w:afterAutospacing="0" w:line="273" w:lineRule="auto"/>
        <w:jc w:val="center"/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</w:pPr>
      <w:r w:rsidRPr="004A0232"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  <w:t>DICHIARA:</w:t>
      </w:r>
    </w:p>
    <w:p w14:paraId="4EC0816C" w14:textId="77777777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14:paraId="6F9BCA84" w14:textId="760A779D" w:rsidR="004A0232" w:rsidRPr="004A0232" w:rsidRDefault="004A0232" w:rsidP="001C14D4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jc w:val="both"/>
        <w:rPr>
          <w:rFonts w:asciiTheme="minorHAnsi" w:eastAsia="Open Sans" w:hAnsiTheme="minorHAnsi" w:cstheme="minorHAnsi"/>
          <w:color w:val="000000"/>
          <w:kern w:val="24"/>
        </w:rPr>
      </w:pPr>
      <w:r w:rsidRPr="004A0232">
        <w:rPr>
          <w:rFonts w:asciiTheme="minorHAnsi" w:eastAsia="Open Sans" w:hAnsiTheme="minorHAnsi" w:cstheme="minorHAnsi"/>
          <w:color w:val="000000"/>
          <w:kern w:val="24"/>
        </w:rPr>
        <w:t>di non essere soggetto alla redazione del rapporto di cui all’articolo 46 della legge 198/2006 in quanto sono occupati meno di 15 dipendenti</w:t>
      </w:r>
    </w:p>
    <w:p w14:paraId="0A9BC1B7" w14:textId="77777777" w:rsidR="004A0232" w:rsidRPr="004A0232" w:rsidRDefault="004A0232" w:rsidP="001C14D4">
      <w:pPr>
        <w:pStyle w:val="NormaleWeb"/>
        <w:spacing w:before="0" w:beforeAutospacing="0" w:after="0" w:afterAutospacing="0" w:line="273" w:lineRule="auto"/>
        <w:ind w:left="720"/>
        <w:jc w:val="both"/>
        <w:rPr>
          <w:rFonts w:asciiTheme="minorHAnsi" w:eastAsia="Open Sans" w:hAnsiTheme="minorHAnsi" w:cstheme="minorHAnsi"/>
          <w:color w:val="000000"/>
          <w:kern w:val="24"/>
        </w:rPr>
      </w:pPr>
    </w:p>
    <w:p w14:paraId="411D3289" w14:textId="5AFCD7B4" w:rsidR="004A0232" w:rsidRPr="004A0232" w:rsidRDefault="004A0232" w:rsidP="001C14D4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jc w:val="both"/>
        <w:rPr>
          <w:rFonts w:asciiTheme="minorHAnsi" w:hAnsiTheme="minorHAnsi" w:cstheme="minorHAnsi"/>
        </w:rPr>
      </w:pPr>
      <w:r w:rsidRPr="004A0232">
        <w:rPr>
          <w:rFonts w:asciiTheme="minorHAnsi" w:eastAsia="Open Sans" w:hAnsiTheme="minorHAnsi" w:cstheme="minorHAnsi"/>
          <w:color w:val="000000"/>
          <w:kern w:val="24"/>
        </w:rPr>
        <w:t>di non essere soggetti alla redazione del rapporto di cui all’articolo 46 della legge 198/2006 avendo più di 14 ma meno di 50 dipendenti e, pertanto, di impegnarsi a produrre entro 6 mesi dal contratto una relazione dettagliata sullo stato occupazionale, ai sensi dell’art. 47 comma 3 della legge 108/2021</w:t>
      </w:r>
    </w:p>
    <w:p w14:paraId="30EBF43A" w14:textId="77777777" w:rsidR="004A0232" w:rsidRPr="004A0232" w:rsidRDefault="004A0232" w:rsidP="001C14D4">
      <w:pPr>
        <w:pStyle w:val="NormaleWeb"/>
        <w:spacing w:before="0" w:beforeAutospacing="0" w:after="0" w:afterAutospacing="0" w:line="273" w:lineRule="auto"/>
        <w:jc w:val="both"/>
        <w:rPr>
          <w:rFonts w:asciiTheme="minorHAnsi" w:hAnsiTheme="minorHAnsi" w:cstheme="minorHAnsi"/>
        </w:rPr>
      </w:pPr>
    </w:p>
    <w:p w14:paraId="1E30BFDD" w14:textId="0748F175" w:rsidR="004A0232" w:rsidRDefault="004A0232" w:rsidP="001C14D4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jc w:val="both"/>
        <w:rPr>
          <w:rFonts w:asciiTheme="minorHAnsi" w:hAnsiTheme="minorHAnsi" w:cstheme="minorHAnsi"/>
        </w:rPr>
      </w:pPr>
      <w:r w:rsidRPr="004A0232">
        <w:rPr>
          <w:rFonts w:asciiTheme="minorHAnsi" w:hAnsiTheme="minorHAnsi" w:cstheme="minorHAnsi"/>
        </w:rPr>
        <w:t xml:space="preserve">si allega </w:t>
      </w:r>
      <w:r w:rsidRPr="004A0232">
        <w:rPr>
          <w:rFonts w:asciiTheme="minorHAnsi" w:eastAsia="Open Sans" w:hAnsiTheme="minorHAnsi" w:cstheme="minorHAnsi"/>
          <w:color w:val="000000"/>
          <w:kern w:val="24"/>
        </w:rPr>
        <w:t>copia dell’ultimo rapporto redatto ai sensi dell’articolo 46 della legge 198/2006 con attestazione della sua conformità a quello trasmesso alle rappresentanze sindacali e ai consiglieri delle pari opportunità.</w:t>
      </w:r>
    </w:p>
    <w:p w14:paraId="1463CB01" w14:textId="77777777" w:rsidR="004A0232" w:rsidRPr="004A0232" w:rsidRDefault="004A0232" w:rsidP="001C14D4">
      <w:pPr>
        <w:pStyle w:val="NormaleWeb"/>
        <w:spacing w:before="0" w:beforeAutospacing="0" w:after="0" w:afterAutospacing="0" w:line="273" w:lineRule="auto"/>
        <w:jc w:val="both"/>
        <w:rPr>
          <w:rFonts w:asciiTheme="minorHAnsi" w:hAnsiTheme="minorHAnsi" w:cstheme="minorHAnsi"/>
        </w:rPr>
      </w:pPr>
    </w:p>
    <w:p w14:paraId="583BED05" w14:textId="7F40D3FE" w:rsidR="00D67D9B" w:rsidRDefault="004A0232" w:rsidP="004A0232">
      <w:pPr>
        <w:jc w:val="center"/>
        <w:rPr>
          <w:rFonts w:cstheme="minorHAnsi"/>
          <w:b/>
          <w:bCs/>
          <w:i/>
          <w:iCs/>
          <w:sz w:val="24"/>
          <w:szCs w:val="24"/>
          <w:u w:val="single"/>
        </w:rPr>
      </w:pPr>
      <w:r w:rsidRPr="004A0232">
        <w:rPr>
          <w:rFonts w:cstheme="minorHAnsi"/>
          <w:b/>
          <w:bCs/>
          <w:i/>
          <w:iCs/>
          <w:sz w:val="24"/>
          <w:szCs w:val="24"/>
          <w:u w:val="single"/>
        </w:rPr>
        <w:t>(barrare la casella corrispondente alla situazione occupazionale)</w:t>
      </w:r>
    </w:p>
    <w:p w14:paraId="7511B5F9" w14:textId="437F17A7" w:rsidR="004A0232" w:rsidRDefault="004A0232" w:rsidP="004A0232">
      <w:pPr>
        <w:rPr>
          <w:rFonts w:cstheme="minorHAnsi"/>
          <w:b/>
          <w:bCs/>
          <w:i/>
          <w:iCs/>
          <w:sz w:val="24"/>
          <w:szCs w:val="24"/>
          <w:u w:val="single"/>
        </w:rPr>
      </w:pPr>
    </w:p>
    <w:p w14:paraId="7DBB47CB" w14:textId="070DCDB8" w:rsid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______li,___________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Firma e timbro</w:t>
      </w:r>
    </w:p>
    <w:p w14:paraId="3799C0E5" w14:textId="4B14C631" w:rsidR="004A0232" w:rsidRP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______________________</w:t>
      </w:r>
    </w:p>
    <w:sectPr w:rsidR="004A0232" w:rsidRPr="004A02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117D6"/>
    <w:multiLevelType w:val="hybridMultilevel"/>
    <w:tmpl w:val="9758A0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936BE"/>
    <w:multiLevelType w:val="hybridMultilevel"/>
    <w:tmpl w:val="C40A3876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659915">
    <w:abstractNumId w:val="0"/>
  </w:num>
  <w:num w:numId="2" w16cid:durableId="607473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232"/>
    <w:rsid w:val="001C14D4"/>
    <w:rsid w:val="004A0232"/>
    <w:rsid w:val="00A4485A"/>
    <w:rsid w:val="00D6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FF898"/>
  <w15:chartTrackingRefBased/>
  <w15:docId w15:val="{1FE4638A-F2E5-4951-A038-A3534A0C5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A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">
    <w:name w:val="Corpo del testo"/>
    <w:basedOn w:val="Normale"/>
    <w:rsid w:val="004A0232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4A0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8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assunta.bofo@gmail.com</dc:creator>
  <cp:keywords/>
  <dc:description/>
  <cp:lastModifiedBy>Utente</cp:lastModifiedBy>
  <cp:revision>3</cp:revision>
  <dcterms:created xsi:type="dcterms:W3CDTF">2022-02-19T15:15:00Z</dcterms:created>
  <dcterms:modified xsi:type="dcterms:W3CDTF">2023-01-31T15:20:00Z</dcterms:modified>
</cp:coreProperties>
</file>