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2E636" w14:textId="15C620C2" w:rsid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ALLEGATO </w:t>
      </w:r>
      <w:r w:rsidR="00DB0ED6">
        <w:rPr>
          <w:rFonts w:ascii="Calibri" w:eastAsia="Times New Roman" w:hAnsi="Calibri" w:cs="Times New Roman"/>
          <w:bCs/>
          <w:sz w:val="36"/>
          <w:szCs w:val="36"/>
          <w:lang w:eastAsia="it-IT"/>
        </w:rPr>
        <w:t>B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: </w:t>
      </w:r>
      <w:bookmarkStart w:id="0" w:name="_GoBack"/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  <w:bookmarkEnd w:id="0"/>
    </w:p>
    <w:p w14:paraId="5A46DB41" w14:textId="17F5FE66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4A0232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Theme="minorHAnsi" w:eastAsia="Open Sans" w:hAnsiTheme="minorHAnsi" w:cstheme="minorHAnsi"/>
          <w:color w:val="000000"/>
          <w:kern w:val="24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color w:val="000000"/>
          <w:kern w:val="24"/>
        </w:rPr>
      </w:pPr>
    </w:p>
    <w:p w14:paraId="411D3289" w14:textId="5AFCD7B4" w:rsidR="004A0232" w:rsidRPr="004A0232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</w:rPr>
      </w:pPr>
      <w:r w:rsidRPr="004A0232">
        <w:rPr>
          <w:rFonts w:asciiTheme="minorHAnsi" w:eastAsia="Open Sans" w:hAnsiTheme="minorHAnsi" w:cstheme="minorHAnsi"/>
          <w:color w:val="000000"/>
          <w:kern w:val="24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1E30BFDD" w14:textId="0748F175" w:rsidR="004A0232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</w:rPr>
      </w:pPr>
      <w:r w:rsidRPr="004A0232">
        <w:rPr>
          <w:rFonts w:asciiTheme="minorHAnsi" w:hAnsiTheme="minorHAnsi" w:cstheme="minorHAnsi"/>
        </w:rPr>
        <w:t xml:space="preserve">si allega </w:t>
      </w:r>
      <w:r w:rsidRPr="004A0232">
        <w:rPr>
          <w:rFonts w:asciiTheme="minorHAnsi" w:eastAsia="Open Sans" w:hAnsiTheme="minorHAnsi" w:cstheme="minorHAnsi"/>
          <w:color w:val="000000"/>
          <w:kern w:val="24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583BED05" w14:textId="7F40D3FE" w:rsidR="00D67D9B" w:rsidRDefault="004A0232" w:rsidP="004A0232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511B5F9" w14:textId="437F17A7" w:rsidR="004A0232" w:rsidRDefault="004A0232" w:rsidP="004A0232">
      <w:pPr>
        <w:rPr>
          <w:rFonts w:cstheme="minorHAnsi"/>
          <w:b/>
          <w:bCs/>
          <w:i/>
          <w:iCs/>
          <w:sz w:val="24"/>
          <w:szCs w:val="24"/>
          <w:u w:val="single"/>
        </w:rPr>
      </w:pP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32"/>
    <w:rsid w:val="004A0232"/>
    <w:rsid w:val="00D20A2C"/>
    <w:rsid w:val="00D67D9B"/>
    <w:rsid w:val="00DB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DSGA</cp:lastModifiedBy>
  <cp:revision>2</cp:revision>
  <dcterms:created xsi:type="dcterms:W3CDTF">2023-06-22T11:38:00Z</dcterms:created>
  <dcterms:modified xsi:type="dcterms:W3CDTF">2023-06-22T11:38:00Z</dcterms:modified>
</cp:coreProperties>
</file>